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A5" w:rsidRDefault="00CC14A5" w:rsidP="00CC14A5"/>
    <w:p w:rsidR="00CC14A5" w:rsidRDefault="00CC14A5" w:rsidP="00CC14A5"/>
    <w:p w:rsidR="00CC14A5" w:rsidRDefault="00CC14A5" w:rsidP="00CC14A5"/>
    <w:p w:rsidR="00B259C3" w:rsidRDefault="005A32FA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Lisa</w:t>
      </w:r>
      <w:r w:rsidR="004C31B0">
        <w:rPr>
          <w:spacing w:val="0"/>
          <w:position w:val="0"/>
        </w:rPr>
        <w:t xml:space="preserve"> </w:t>
      </w:r>
      <w:r w:rsidR="00FF6B25">
        <w:rPr>
          <w:spacing w:val="0"/>
          <w:position w:val="0"/>
        </w:rPr>
        <w:t>6</w:t>
      </w:r>
    </w:p>
    <w:p w:rsidR="00CC14A5" w:rsidRDefault="00CC14A5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 xml:space="preserve">RMK ja </w:t>
      </w:r>
      <w:r w:rsidR="00CF2A65">
        <w:rPr>
          <w:spacing w:val="0"/>
          <w:position w:val="0"/>
        </w:rPr>
        <w:t>Eesti Maaülikooli</w:t>
      </w:r>
      <w:r>
        <w:rPr>
          <w:spacing w:val="0"/>
          <w:position w:val="0"/>
        </w:rPr>
        <w:t xml:space="preserve"> vahel</w:t>
      </w:r>
    </w:p>
    <w:p w:rsidR="00CC14A5" w:rsidRDefault="00F9449E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14.02.2019</w:t>
      </w:r>
      <w:r w:rsidR="00CC14A5">
        <w:rPr>
          <w:spacing w:val="0"/>
          <w:position w:val="0"/>
        </w:rPr>
        <w:t xml:space="preserve"> sõlmitud</w:t>
      </w:r>
    </w:p>
    <w:p w:rsidR="00CC14A5" w:rsidRPr="00235055" w:rsidRDefault="001C1744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 xml:space="preserve">töövõtulepingule nr </w:t>
      </w:r>
      <w:r w:rsidR="00CF2A65">
        <w:rPr>
          <w:spacing w:val="0"/>
          <w:position w:val="0"/>
        </w:rPr>
        <w:t>1-18/</w:t>
      </w:r>
      <w:r w:rsidR="00F9449E">
        <w:rPr>
          <w:spacing w:val="0"/>
          <w:position w:val="0"/>
        </w:rPr>
        <w:t>174</w:t>
      </w:r>
    </w:p>
    <w:p w:rsidR="00CC14A5" w:rsidRPr="00CC14A5" w:rsidRDefault="00CC14A5" w:rsidP="00CC14A5">
      <w:pPr>
        <w:sectPr w:rsidR="00CC14A5" w:rsidRPr="00CC14A5" w:rsidSect="00977702">
          <w:headerReference w:type="default" r:id="rId8"/>
          <w:footerReference w:type="default" r:id="rId9"/>
          <w:headerReference w:type="first" r:id="rId10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977702" w:rsidRDefault="00977702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977702" w:rsidRDefault="00977702">
      <w:pPr>
        <w:rPr>
          <w:b/>
          <w:bCs/>
        </w:rPr>
      </w:pPr>
    </w:p>
    <w:p w:rsidR="00977702" w:rsidRDefault="00977702">
      <w:pPr>
        <w:rPr>
          <w:b/>
          <w:bCs/>
        </w:rPr>
        <w:sectPr w:rsidR="0097770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:rsidR="00DA0EEC" w:rsidRDefault="00DA0EEC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422"/>
      </w:tblGrid>
      <w:tr w:rsidR="004D7333" w:rsidTr="00F9449E">
        <w:trPr>
          <w:cantSplit/>
          <w:trHeight w:val="284"/>
        </w:trPr>
        <w:tc>
          <w:tcPr>
            <w:tcW w:w="5103" w:type="dxa"/>
            <w:vMerge w:val="restart"/>
          </w:tcPr>
          <w:p w:rsidR="004D7333" w:rsidRDefault="004D7333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</w:p>
          <w:p w:rsidR="004D7333" w:rsidRDefault="004D7333" w:rsidP="002D5F9E"/>
        </w:tc>
        <w:tc>
          <w:tcPr>
            <w:tcW w:w="4422" w:type="dxa"/>
            <w:vMerge w:val="restart"/>
          </w:tcPr>
          <w:p w:rsidR="00F9449E" w:rsidRDefault="00F9449E" w:rsidP="00F9449E">
            <w:r>
              <w:t xml:space="preserve">            </w:t>
            </w:r>
          </w:p>
          <w:p w:rsidR="004D7333" w:rsidRDefault="00F9449E" w:rsidP="00F9449E">
            <w:r>
              <w:t xml:space="preserve">              hiliseima digiallkirja kuupäev</w:t>
            </w:r>
            <w:r w:rsidR="004D7333">
              <w:t xml:space="preserve">  </w:t>
            </w:r>
          </w:p>
        </w:tc>
      </w:tr>
      <w:tr w:rsidR="004D7333" w:rsidTr="00F9449E">
        <w:trPr>
          <w:cantSplit/>
          <w:trHeight w:val="740"/>
        </w:trPr>
        <w:tc>
          <w:tcPr>
            <w:tcW w:w="5103" w:type="dxa"/>
            <w:vMerge/>
          </w:tcPr>
          <w:p w:rsidR="004D7333" w:rsidRDefault="004D7333" w:rsidP="00E6175F"/>
        </w:tc>
        <w:tc>
          <w:tcPr>
            <w:tcW w:w="4422" w:type="dxa"/>
            <w:vMerge/>
          </w:tcPr>
          <w:p w:rsidR="004D7333" w:rsidRDefault="004D7333" w:rsidP="00E6175F"/>
        </w:tc>
      </w:tr>
    </w:tbl>
    <w:p w:rsidR="008F75BD" w:rsidRDefault="008F75BD">
      <w:pPr>
        <w:rPr>
          <w:b/>
          <w:bCs/>
        </w:rPr>
      </w:pPr>
    </w:p>
    <w:p w:rsidR="00710F3F" w:rsidRDefault="00677841">
      <w:pPr>
        <w:rPr>
          <w:b/>
          <w:bCs/>
        </w:rPr>
      </w:pPr>
      <w:r>
        <w:rPr>
          <w:b/>
          <w:bCs/>
        </w:rPr>
        <w:t>Töö üleandmine-vastuvõtmine</w:t>
      </w:r>
    </w:p>
    <w:p w:rsidR="00710F3F" w:rsidRDefault="00710F3F">
      <w:pPr>
        <w:rPr>
          <w:sz w:val="26"/>
        </w:rPr>
      </w:pPr>
    </w:p>
    <w:p w:rsidR="00710F3F" w:rsidRDefault="00710F3F"/>
    <w:p w:rsidR="00DA0EEC" w:rsidRDefault="00DA0EEC">
      <w:pPr>
        <w:sectPr w:rsidR="00DA0EEC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305FE2" w:rsidRPr="001924E0" w:rsidRDefault="00710F3F" w:rsidP="009675D9">
      <w:pPr>
        <w:pStyle w:val="ListParagraph"/>
        <w:numPr>
          <w:ilvl w:val="0"/>
          <w:numId w:val="4"/>
        </w:numPr>
        <w:ind w:hanging="426"/>
        <w:jc w:val="both"/>
        <w:rPr>
          <w:szCs w:val="24"/>
        </w:rPr>
      </w:pPr>
      <w:r w:rsidRPr="001924E0">
        <w:rPr>
          <w:noProof/>
          <w:szCs w:val="24"/>
        </w:rPr>
        <w:t xml:space="preserve">Käesolevaga Töövõtja annab üle ja Tellija võtab vastu RMK ja </w:t>
      </w:r>
      <w:r w:rsidR="00D05811" w:rsidRPr="001924E0">
        <w:rPr>
          <w:noProof/>
          <w:szCs w:val="24"/>
        </w:rPr>
        <w:t xml:space="preserve">Eesti Maaülikooli </w:t>
      </w:r>
      <w:r w:rsidRPr="001924E0">
        <w:rPr>
          <w:noProof/>
          <w:szCs w:val="24"/>
        </w:rPr>
        <w:t>vahel</w:t>
      </w:r>
      <w:r w:rsidRPr="001924E0">
        <w:rPr>
          <w:b/>
          <w:bCs/>
          <w:noProof/>
          <w:szCs w:val="24"/>
        </w:rPr>
        <w:t xml:space="preserve"> </w:t>
      </w:r>
      <w:r w:rsidR="00F9449E" w:rsidRPr="001924E0">
        <w:rPr>
          <w:bCs/>
          <w:noProof/>
          <w:szCs w:val="24"/>
        </w:rPr>
        <w:t>14.02.2019</w:t>
      </w:r>
      <w:r w:rsidR="0051495D" w:rsidRPr="001924E0">
        <w:rPr>
          <w:noProof/>
          <w:szCs w:val="24"/>
        </w:rPr>
        <w:t xml:space="preserve"> </w:t>
      </w:r>
      <w:r w:rsidRPr="001924E0">
        <w:rPr>
          <w:noProof/>
          <w:szCs w:val="24"/>
        </w:rPr>
        <w:t>sõlmitud töövõtulepingu nr</w:t>
      </w:r>
      <w:r w:rsidR="002131A5" w:rsidRPr="001924E0">
        <w:rPr>
          <w:noProof/>
          <w:szCs w:val="24"/>
        </w:rPr>
        <w:t xml:space="preserve"> </w:t>
      </w:r>
      <w:r w:rsidR="0009037B" w:rsidRPr="001924E0">
        <w:rPr>
          <w:noProof/>
          <w:szCs w:val="24"/>
        </w:rPr>
        <w:t>1-18/</w:t>
      </w:r>
      <w:r w:rsidR="00F9449E" w:rsidRPr="001924E0">
        <w:rPr>
          <w:noProof/>
          <w:szCs w:val="24"/>
        </w:rPr>
        <w:t>174</w:t>
      </w:r>
      <w:r w:rsidR="002131A5" w:rsidRPr="001924E0">
        <w:rPr>
          <w:noProof/>
          <w:szCs w:val="24"/>
        </w:rPr>
        <w:t xml:space="preserve"> </w:t>
      </w:r>
      <w:r w:rsidR="00616081" w:rsidRPr="001924E0">
        <w:rPr>
          <w:noProof/>
          <w:szCs w:val="24"/>
        </w:rPr>
        <w:t xml:space="preserve">kohaselt tehtud </w:t>
      </w:r>
      <w:r w:rsidR="001F1AF5" w:rsidRPr="001924E0">
        <w:rPr>
          <w:noProof/>
          <w:szCs w:val="24"/>
        </w:rPr>
        <w:t>järgmise</w:t>
      </w:r>
      <w:r w:rsidRPr="001924E0">
        <w:rPr>
          <w:noProof/>
          <w:szCs w:val="24"/>
        </w:rPr>
        <w:t xml:space="preserve"> </w:t>
      </w:r>
      <w:r w:rsidR="00300226" w:rsidRPr="001924E0">
        <w:rPr>
          <w:noProof/>
          <w:szCs w:val="24"/>
        </w:rPr>
        <w:t>T</w:t>
      </w:r>
      <w:r w:rsidRPr="001924E0">
        <w:rPr>
          <w:noProof/>
          <w:szCs w:val="24"/>
        </w:rPr>
        <w:t>öö:</w:t>
      </w:r>
    </w:p>
    <w:p w:rsidR="00305FE2" w:rsidRPr="001924E0" w:rsidRDefault="00305FE2" w:rsidP="00305FE2">
      <w:pPr>
        <w:pStyle w:val="ListParagraph"/>
        <w:ind w:left="360"/>
        <w:jc w:val="both"/>
        <w:rPr>
          <w:szCs w:val="24"/>
        </w:rPr>
      </w:pPr>
    </w:p>
    <w:p w:rsidR="00305FE2" w:rsidRPr="00BD6A58" w:rsidRDefault="006D6FAE" w:rsidP="00E36613">
      <w:pPr>
        <w:pStyle w:val="ListParagraph"/>
        <w:numPr>
          <w:ilvl w:val="1"/>
          <w:numId w:val="4"/>
        </w:numPr>
        <w:jc w:val="both"/>
        <w:rPr>
          <w:szCs w:val="24"/>
        </w:rPr>
      </w:pPr>
      <w:r w:rsidRPr="00BD6A58">
        <w:rPr>
          <w:noProof/>
          <w:szCs w:val="24"/>
        </w:rPr>
        <w:t xml:space="preserve">Männi </w:t>
      </w:r>
      <w:r w:rsidR="00305FE2" w:rsidRPr="00BD6A58">
        <w:rPr>
          <w:spacing w:val="0"/>
          <w:szCs w:val="24"/>
        </w:rPr>
        <w:t>järglaskatsealadel katsepuude mõõtmin</w:t>
      </w:r>
      <w:r w:rsidR="00E17EEB" w:rsidRPr="00BD6A58">
        <w:rPr>
          <w:spacing w:val="0"/>
          <w:szCs w:val="24"/>
        </w:rPr>
        <w:t xml:space="preserve">e, kvaliteediomaduste hindamine ja </w:t>
      </w:r>
      <w:r w:rsidR="00305FE2" w:rsidRPr="00BD6A58">
        <w:rPr>
          <w:spacing w:val="0"/>
          <w:szCs w:val="24"/>
        </w:rPr>
        <w:t xml:space="preserve">katsealade </w:t>
      </w:r>
      <w:r w:rsidR="00500FC3" w:rsidRPr="00BD6A58">
        <w:rPr>
          <w:noProof/>
          <w:szCs w:val="24"/>
        </w:rPr>
        <w:t>inventuur</w:t>
      </w:r>
      <w:r w:rsidR="00305FE2" w:rsidRPr="00BD6A58">
        <w:rPr>
          <w:noProof/>
          <w:szCs w:val="24"/>
        </w:rPr>
        <w:t>.</w:t>
      </w:r>
    </w:p>
    <w:p w:rsidR="00305FE2" w:rsidRPr="00BD6A58" w:rsidRDefault="00305FE2" w:rsidP="00980B35">
      <w:pPr>
        <w:pStyle w:val="ListParagraph"/>
        <w:numPr>
          <w:ilvl w:val="1"/>
          <w:numId w:val="4"/>
        </w:numPr>
        <w:jc w:val="both"/>
        <w:rPr>
          <w:szCs w:val="24"/>
        </w:rPr>
      </w:pPr>
      <w:r w:rsidRPr="00BD6A58">
        <w:rPr>
          <w:noProof/>
          <w:szCs w:val="24"/>
        </w:rPr>
        <w:t>Kuuse j</w:t>
      </w:r>
      <w:r w:rsidRPr="00BD6A58">
        <w:rPr>
          <w:spacing w:val="0"/>
          <w:szCs w:val="24"/>
        </w:rPr>
        <w:t>ärglaskatsealade</w:t>
      </w:r>
      <w:r w:rsidR="00F56FC2" w:rsidRPr="00BD6A58">
        <w:rPr>
          <w:spacing w:val="0"/>
          <w:szCs w:val="24"/>
        </w:rPr>
        <w:t xml:space="preserve"> inventuur</w:t>
      </w:r>
      <w:r w:rsidRPr="00BD6A58">
        <w:rPr>
          <w:noProof/>
          <w:szCs w:val="24"/>
        </w:rPr>
        <w:t>.</w:t>
      </w:r>
    </w:p>
    <w:p w:rsidR="00F56FC2" w:rsidRPr="00BD6A58" w:rsidRDefault="005B34DC" w:rsidP="005B34DC">
      <w:pPr>
        <w:pStyle w:val="ListParagraph"/>
        <w:numPr>
          <w:ilvl w:val="1"/>
          <w:numId w:val="4"/>
        </w:numPr>
        <w:jc w:val="both"/>
        <w:rPr>
          <w:szCs w:val="24"/>
        </w:rPr>
      </w:pPr>
      <w:r w:rsidRPr="00BD6A58">
        <w:rPr>
          <w:szCs w:val="24"/>
        </w:rPr>
        <w:t>Arukase järglaskatsealade rajamine</w:t>
      </w:r>
      <w:r w:rsidR="00F56FC2" w:rsidRPr="00BD6A58">
        <w:rPr>
          <w:szCs w:val="24"/>
        </w:rPr>
        <w:t>, asendustaimede istutamine ja katsealade i</w:t>
      </w:r>
      <w:r w:rsidR="00E17EEB" w:rsidRPr="00BD6A58">
        <w:rPr>
          <w:szCs w:val="24"/>
        </w:rPr>
        <w:t>nventuur</w:t>
      </w:r>
      <w:r w:rsidR="009B569D">
        <w:rPr>
          <w:szCs w:val="24"/>
        </w:rPr>
        <w:t>.</w:t>
      </w:r>
    </w:p>
    <w:p w:rsidR="005B34DC" w:rsidRPr="00BD6A58" w:rsidRDefault="00F56FC2" w:rsidP="005B34DC">
      <w:pPr>
        <w:pStyle w:val="ListParagraph"/>
        <w:numPr>
          <w:ilvl w:val="1"/>
          <w:numId w:val="4"/>
        </w:numPr>
        <w:jc w:val="both"/>
        <w:rPr>
          <w:szCs w:val="24"/>
        </w:rPr>
      </w:pPr>
      <w:r w:rsidRPr="00BD6A58">
        <w:rPr>
          <w:szCs w:val="24"/>
        </w:rPr>
        <w:t>Sanglepa uute plusspuude valimine puistutest</w:t>
      </w:r>
      <w:r w:rsidR="009B569D">
        <w:rPr>
          <w:szCs w:val="24"/>
        </w:rPr>
        <w:t>.</w:t>
      </w:r>
      <w:bookmarkStart w:id="0" w:name="_GoBack"/>
      <w:bookmarkEnd w:id="0"/>
    </w:p>
    <w:p w:rsidR="005B34DC" w:rsidRPr="001924E0" w:rsidRDefault="005B34DC" w:rsidP="005B34DC">
      <w:pPr>
        <w:pStyle w:val="ListParagraph"/>
        <w:ind w:left="792"/>
        <w:jc w:val="both"/>
        <w:rPr>
          <w:szCs w:val="24"/>
        </w:rPr>
      </w:pPr>
    </w:p>
    <w:p w:rsidR="00D04119" w:rsidRPr="001924E0" w:rsidRDefault="00D04119" w:rsidP="00500FC3">
      <w:pPr>
        <w:jc w:val="both"/>
        <w:rPr>
          <w:noProof/>
          <w:szCs w:val="24"/>
        </w:rPr>
      </w:pPr>
    </w:p>
    <w:p w:rsidR="000B7C2E" w:rsidRPr="001924E0" w:rsidRDefault="00D04119" w:rsidP="000B7C2E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1924E0">
        <w:rPr>
          <w:noProof/>
          <w:szCs w:val="24"/>
        </w:rPr>
        <w:t xml:space="preserve">Tellija </w:t>
      </w:r>
      <w:r w:rsidR="003243A6" w:rsidRPr="001924E0">
        <w:rPr>
          <w:noProof/>
          <w:szCs w:val="24"/>
        </w:rPr>
        <w:t>maksab</w:t>
      </w:r>
      <w:r w:rsidR="00F12CE7" w:rsidRPr="001924E0">
        <w:rPr>
          <w:noProof/>
          <w:szCs w:val="24"/>
        </w:rPr>
        <w:t xml:space="preserve"> tehtud Töö eest</w:t>
      </w:r>
      <w:r w:rsidR="003243A6" w:rsidRPr="001924E0">
        <w:rPr>
          <w:noProof/>
          <w:szCs w:val="24"/>
        </w:rPr>
        <w:t xml:space="preserve"> vastavalt </w:t>
      </w:r>
      <w:r w:rsidR="00C055AA" w:rsidRPr="001924E0">
        <w:rPr>
          <w:noProof/>
          <w:szCs w:val="24"/>
        </w:rPr>
        <w:t>RMK ja Eesti Maaülikooli vahel</w:t>
      </w:r>
      <w:r w:rsidR="00C055AA" w:rsidRPr="001924E0">
        <w:rPr>
          <w:b/>
          <w:bCs/>
          <w:noProof/>
          <w:szCs w:val="24"/>
        </w:rPr>
        <w:t xml:space="preserve"> </w:t>
      </w:r>
      <w:r w:rsidR="00C055AA" w:rsidRPr="001924E0">
        <w:rPr>
          <w:bCs/>
          <w:noProof/>
          <w:szCs w:val="24"/>
        </w:rPr>
        <w:t>14.02.2019</w:t>
      </w:r>
      <w:r w:rsidR="00C055AA" w:rsidRPr="001924E0">
        <w:rPr>
          <w:noProof/>
          <w:szCs w:val="24"/>
        </w:rPr>
        <w:t xml:space="preserve"> sõlmitud </w:t>
      </w:r>
      <w:r w:rsidR="003243A6" w:rsidRPr="001924E0">
        <w:rPr>
          <w:noProof/>
          <w:szCs w:val="24"/>
        </w:rPr>
        <w:t xml:space="preserve">töövõtulepingu </w:t>
      </w:r>
      <w:r w:rsidR="006D6FAE" w:rsidRPr="001924E0">
        <w:rPr>
          <w:noProof/>
          <w:szCs w:val="24"/>
        </w:rPr>
        <w:t xml:space="preserve">nr 1-18/174 </w:t>
      </w:r>
      <w:r w:rsidR="003243A6" w:rsidRPr="001924E0">
        <w:rPr>
          <w:noProof/>
          <w:szCs w:val="24"/>
        </w:rPr>
        <w:t>punktile 3.2.</w:t>
      </w:r>
      <w:r w:rsidR="00FF6B25">
        <w:rPr>
          <w:noProof/>
          <w:szCs w:val="24"/>
        </w:rPr>
        <w:t>5</w:t>
      </w:r>
      <w:r w:rsidR="000B7C2E" w:rsidRPr="001924E0">
        <w:rPr>
          <w:szCs w:val="24"/>
        </w:rPr>
        <w:t xml:space="preserve">, kokku </w:t>
      </w:r>
      <w:r w:rsidR="00FF6B25" w:rsidRPr="0085364C">
        <w:rPr>
          <w:i/>
          <w:szCs w:val="24"/>
        </w:rPr>
        <w:t>76</w:t>
      </w:r>
      <w:r w:rsidR="00DC2F8F" w:rsidRPr="0085364C">
        <w:rPr>
          <w:i/>
          <w:szCs w:val="24"/>
        </w:rPr>
        <w:t xml:space="preserve"> 000</w:t>
      </w:r>
      <w:r w:rsidR="00DC2F8F" w:rsidRPr="005B34DC">
        <w:rPr>
          <w:i/>
          <w:szCs w:val="24"/>
        </w:rPr>
        <w:t xml:space="preserve"> </w:t>
      </w:r>
      <w:r w:rsidR="00DC2F8F">
        <w:rPr>
          <w:szCs w:val="24"/>
        </w:rPr>
        <w:t>(</w:t>
      </w:r>
      <w:r w:rsidR="00FF6B25">
        <w:rPr>
          <w:szCs w:val="24"/>
        </w:rPr>
        <w:t xml:space="preserve">seitsekümmend kuus </w:t>
      </w:r>
      <w:r w:rsidR="00DC2F8F">
        <w:rPr>
          <w:szCs w:val="24"/>
        </w:rPr>
        <w:t>tuhat</w:t>
      </w:r>
      <w:r w:rsidR="000B7C2E" w:rsidRPr="001924E0">
        <w:rPr>
          <w:szCs w:val="24"/>
        </w:rPr>
        <w:t>) eurot.</w:t>
      </w:r>
    </w:p>
    <w:p w:rsidR="00D04119" w:rsidRPr="001924E0" w:rsidRDefault="000B7C2E" w:rsidP="000B7C2E">
      <w:pPr>
        <w:jc w:val="both"/>
        <w:rPr>
          <w:noProof/>
          <w:szCs w:val="24"/>
        </w:rPr>
      </w:pPr>
      <w:r w:rsidRPr="001924E0">
        <w:rPr>
          <w:noProof/>
          <w:szCs w:val="24"/>
        </w:rPr>
        <w:t xml:space="preserve"> </w:t>
      </w:r>
    </w:p>
    <w:p w:rsidR="00827259" w:rsidRPr="001924E0" w:rsidRDefault="00827259">
      <w:pPr>
        <w:rPr>
          <w:noProof/>
          <w:szCs w:val="24"/>
        </w:rPr>
      </w:pPr>
    </w:p>
    <w:p w:rsidR="006D6FAE" w:rsidRDefault="006D6FAE">
      <w:pPr>
        <w:rPr>
          <w:noProof/>
        </w:rPr>
      </w:pPr>
    </w:p>
    <w:p w:rsidR="00710F3F" w:rsidRDefault="00710F3F">
      <w:pPr>
        <w:rPr>
          <w:noProof/>
        </w:rPr>
        <w:sectPr w:rsidR="00710F3F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:rsidR="00710F3F" w:rsidRDefault="00710F3F"/>
    <w:p w:rsidR="006D6FAE" w:rsidRDefault="006D6FAE"/>
    <w:p w:rsidR="00BE2347" w:rsidRDefault="00BE2347"/>
    <w:p w:rsidR="00483E0E" w:rsidRDefault="00483E0E" w:rsidP="00483E0E">
      <w:pPr>
        <w:rPr>
          <w:b/>
          <w:bCs/>
        </w:rPr>
      </w:pPr>
      <w:r>
        <w:rPr>
          <w:b/>
          <w:bCs/>
        </w:rPr>
        <w:t>Tellija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Töövõtja </w:t>
      </w:r>
    </w:p>
    <w:p w:rsidR="00483E0E" w:rsidRDefault="00483E0E" w:rsidP="00483E0E">
      <w:pPr>
        <w:rPr>
          <w:b/>
          <w:bCs/>
        </w:rPr>
      </w:pPr>
      <w:r>
        <w:rPr>
          <w:b/>
          <w:bCs/>
        </w:rPr>
        <w:t xml:space="preserve"> </w:t>
      </w:r>
    </w:p>
    <w:p w:rsidR="00483E0E" w:rsidRPr="00081609" w:rsidRDefault="004C354A" w:rsidP="0085619A">
      <w:pPr>
        <w:rPr>
          <w:bCs/>
          <w:noProof/>
          <w:szCs w:val="24"/>
        </w:rPr>
      </w:pPr>
      <w:r w:rsidRPr="00081609">
        <w:rPr>
          <w:bCs/>
          <w:noProof/>
          <w:szCs w:val="24"/>
        </w:rPr>
        <w:t xml:space="preserve">Riigimetsa Majandamise Keskus </w:t>
      </w:r>
      <w:r w:rsidRPr="00081609">
        <w:rPr>
          <w:bCs/>
          <w:noProof/>
          <w:szCs w:val="24"/>
        </w:rPr>
        <w:tab/>
      </w:r>
      <w:r w:rsidRPr="00081609">
        <w:rPr>
          <w:bCs/>
          <w:noProof/>
          <w:szCs w:val="24"/>
        </w:rPr>
        <w:tab/>
      </w:r>
      <w:r w:rsidR="0085619A" w:rsidRPr="00081609">
        <w:rPr>
          <w:bCs/>
          <w:noProof/>
          <w:szCs w:val="24"/>
        </w:rPr>
        <w:t xml:space="preserve">Eesti </w:t>
      </w:r>
      <w:r w:rsidRPr="00081609">
        <w:rPr>
          <w:bCs/>
          <w:noProof/>
          <w:szCs w:val="24"/>
        </w:rPr>
        <w:t>Maaülikool</w:t>
      </w:r>
      <w:r w:rsidR="00081609" w:rsidRPr="00081609">
        <w:rPr>
          <w:bCs/>
          <w:noProof/>
          <w:szCs w:val="24"/>
        </w:rPr>
        <w:t>i</w:t>
      </w:r>
      <w:r w:rsidRPr="00081609">
        <w:rPr>
          <w:bCs/>
          <w:noProof/>
          <w:szCs w:val="24"/>
        </w:rPr>
        <w:t xml:space="preserve"> metsandus</w:t>
      </w:r>
      <w:r w:rsidR="006208EE">
        <w:rPr>
          <w:bCs/>
          <w:noProof/>
          <w:szCs w:val="24"/>
        </w:rPr>
        <w:t>e</w:t>
      </w:r>
      <w:r w:rsidRPr="00081609">
        <w:rPr>
          <w:bCs/>
          <w:noProof/>
          <w:szCs w:val="24"/>
        </w:rPr>
        <w:t xml:space="preserve"> ja </w:t>
      </w:r>
      <w:r w:rsidR="006208EE">
        <w:rPr>
          <w:bCs/>
          <w:noProof/>
          <w:szCs w:val="24"/>
        </w:rPr>
        <w:t xml:space="preserve">inseneeria </w:t>
      </w:r>
      <w:r w:rsidRPr="00081609">
        <w:rPr>
          <w:bCs/>
          <w:noProof/>
          <w:szCs w:val="24"/>
        </w:rPr>
        <w:t>instituut</w:t>
      </w:r>
    </w:p>
    <w:p w:rsidR="00483E0E" w:rsidRPr="00081609" w:rsidRDefault="00A52D1D" w:rsidP="00483E0E">
      <w:pPr>
        <w:rPr>
          <w:bCs/>
          <w:noProof/>
          <w:szCs w:val="24"/>
        </w:rPr>
      </w:pPr>
      <w:r w:rsidRPr="00081609">
        <w:rPr>
          <w:bCs/>
          <w:noProof/>
          <w:szCs w:val="24"/>
        </w:rPr>
        <w:t>Registrikood 70004459</w:t>
      </w:r>
      <w:r w:rsidR="00483E0E" w:rsidRPr="00081609">
        <w:rPr>
          <w:bCs/>
          <w:noProof/>
          <w:szCs w:val="24"/>
        </w:rPr>
        <w:tab/>
      </w:r>
      <w:r w:rsidR="00483E0E" w:rsidRPr="00081609">
        <w:rPr>
          <w:bCs/>
          <w:noProof/>
          <w:szCs w:val="24"/>
        </w:rPr>
        <w:tab/>
      </w:r>
      <w:r w:rsidR="007D3BE8" w:rsidRPr="00081609">
        <w:rPr>
          <w:bCs/>
          <w:noProof/>
          <w:szCs w:val="24"/>
        </w:rPr>
        <w:tab/>
      </w:r>
      <w:r w:rsidR="00483E0E" w:rsidRPr="00081609">
        <w:rPr>
          <w:bCs/>
          <w:noProof/>
          <w:szCs w:val="24"/>
        </w:rPr>
        <w:t>Registrikood 74001086</w:t>
      </w:r>
    </w:p>
    <w:p w:rsidR="00483E0E" w:rsidRPr="00081609" w:rsidRDefault="00081609" w:rsidP="00483E0E">
      <w:pPr>
        <w:rPr>
          <w:bCs/>
          <w:noProof/>
          <w:szCs w:val="24"/>
        </w:rPr>
      </w:pPr>
      <w:r w:rsidRPr="00081609">
        <w:rPr>
          <w:szCs w:val="24"/>
        </w:rPr>
        <w:t>Sagadi küla Haljala vald</w:t>
      </w:r>
      <w:r w:rsidRPr="00081609">
        <w:rPr>
          <w:bCs/>
          <w:noProof/>
          <w:szCs w:val="24"/>
        </w:rPr>
        <w:t xml:space="preserve"> </w:t>
      </w:r>
      <w:r w:rsidRPr="00081609">
        <w:rPr>
          <w:bCs/>
          <w:noProof/>
          <w:szCs w:val="24"/>
        </w:rPr>
        <w:tab/>
      </w:r>
      <w:r w:rsidR="00483E0E" w:rsidRPr="00081609">
        <w:rPr>
          <w:bCs/>
          <w:noProof/>
          <w:szCs w:val="24"/>
        </w:rPr>
        <w:tab/>
      </w:r>
      <w:r w:rsidR="00483E0E" w:rsidRPr="00081609">
        <w:rPr>
          <w:bCs/>
          <w:noProof/>
          <w:szCs w:val="24"/>
        </w:rPr>
        <w:tab/>
      </w:r>
      <w:r w:rsidR="00A52D1D" w:rsidRPr="00081609">
        <w:rPr>
          <w:bCs/>
          <w:noProof/>
          <w:szCs w:val="24"/>
        </w:rPr>
        <w:t>K</w:t>
      </w:r>
      <w:r w:rsidR="00483E0E" w:rsidRPr="00081609">
        <w:rPr>
          <w:bCs/>
          <w:noProof/>
          <w:szCs w:val="24"/>
        </w:rPr>
        <w:t>reutzwaldi 1 Tartu 51014</w:t>
      </w:r>
    </w:p>
    <w:p w:rsidR="00483E0E" w:rsidRPr="00081609" w:rsidRDefault="00081609" w:rsidP="00483E0E">
      <w:pPr>
        <w:rPr>
          <w:bCs/>
          <w:noProof/>
          <w:szCs w:val="24"/>
        </w:rPr>
      </w:pPr>
      <w:r w:rsidRPr="00081609">
        <w:rPr>
          <w:szCs w:val="24"/>
        </w:rPr>
        <w:t>Lääne-Viru maakond 45403</w:t>
      </w:r>
      <w:r w:rsidRPr="00081609">
        <w:rPr>
          <w:szCs w:val="24"/>
        </w:rPr>
        <w:tab/>
      </w:r>
      <w:r w:rsidR="00483E0E" w:rsidRPr="00081609">
        <w:rPr>
          <w:bCs/>
          <w:noProof/>
          <w:szCs w:val="24"/>
        </w:rPr>
        <w:tab/>
      </w:r>
      <w:r w:rsidRPr="00081609">
        <w:rPr>
          <w:bCs/>
          <w:noProof/>
          <w:szCs w:val="24"/>
        </w:rPr>
        <w:t xml:space="preserve">Konto </w:t>
      </w:r>
      <w:r w:rsidR="00483E0E" w:rsidRPr="00081609">
        <w:rPr>
          <w:bCs/>
          <w:noProof/>
          <w:szCs w:val="24"/>
        </w:rPr>
        <w:t>10102000084008</w:t>
      </w:r>
    </w:p>
    <w:p w:rsidR="004C354A" w:rsidRDefault="00BE2347" w:rsidP="00BE2347">
      <w:pPr>
        <w:rPr>
          <w:noProof/>
          <w:spacing w:val="0"/>
        </w:rPr>
      </w:pPr>
      <w:r>
        <w:rPr>
          <w:noProof/>
          <w:spacing w:val="0"/>
        </w:rPr>
        <w:tab/>
      </w:r>
      <w:r>
        <w:rPr>
          <w:noProof/>
          <w:spacing w:val="0"/>
        </w:rPr>
        <w:tab/>
      </w:r>
    </w:p>
    <w:p w:rsidR="004C354A" w:rsidRDefault="004C354A" w:rsidP="00BE2347">
      <w:pPr>
        <w:rPr>
          <w:noProof/>
          <w:spacing w:val="0"/>
        </w:rPr>
      </w:pPr>
    </w:p>
    <w:p w:rsidR="00BE2347" w:rsidRDefault="00BE2347" w:rsidP="00BE2347">
      <w:pPr>
        <w:rPr>
          <w:bCs/>
          <w:noProof/>
        </w:rPr>
      </w:pPr>
      <w:r>
        <w:rPr>
          <w:noProof/>
          <w:spacing w:val="0"/>
        </w:rPr>
        <w:t>/</w:t>
      </w:r>
      <w:r w:rsidRPr="007968C2">
        <w:rPr>
          <w:noProof/>
          <w:spacing w:val="0"/>
        </w:rPr>
        <w:t>allkirjastatud digitaalselt</w:t>
      </w:r>
      <w:r>
        <w:rPr>
          <w:noProof/>
          <w:spacing w:val="0"/>
        </w:rPr>
        <w:t>/</w:t>
      </w:r>
      <w:r w:rsidR="004C354A">
        <w:rPr>
          <w:noProof/>
          <w:spacing w:val="0"/>
        </w:rPr>
        <w:tab/>
      </w:r>
      <w:r w:rsidR="004C354A">
        <w:rPr>
          <w:noProof/>
          <w:spacing w:val="0"/>
        </w:rPr>
        <w:tab/>
      </w:r>
      <w:r w:rsidR="004C354A">
        <w:rPr>
          <w:noProof/>
          <w:spacing w:val="0"/>
        </w:rPr>
        <w:tab/>
        <w:t>/</w:t>
      </w:r>
      <w:r w:rsidR="004C354A" w:rsidRPr="007968C2">
        <w:rPr>
          <w:noProof/>
          <w:spacing w:val="0"/>
        </w:rPr>
        <w:t>allkirjastatud digitaalselt</w:t>
      </w:r>
      <w:r w:rsidR="004C354A">
        <w:rPr>
          <w:noProof/>
          <w:spacing w:val="0"/>
        </w:rPr>
        <w:t>/</w:t>
      </w:r>
      <w:r w:rsidR="004C354A">
        <w:rPr>
          <w:noProof/>
          <w:spacing w:val="0"/>
        </w:rPr>
        <w:tab/>
      </w:r>
    </w:p>
    <w:p w:rsidR="00483E0E" w:rsidRDefault="00483E0E" w:rsidP="00483E0E">
      <w:pPr>
        <w:rPr>
          <w:bCs/>
          <w:noProof/>
        </w:rPr>
      </w:pPr>
    </w:p>
    <w:p w:rsidR="00483E0E" w:rsidRDefault="000E188C" w:rsidP="00483E0E">
      <w:pPr>
        <w:rPr>
          <w:bCs/>
          <w:noProof/>
        </w:rPr>
      </w:pPr>
      <w:r>
        <w:rPr>
          <w:bCs/>
          <w:noProof/>
        </w:rPr>
        <w:t>Esko Krinal</w:t>
      </w:r>
      <w:r w:rsidR="00483E0E">
        <w:rPr>
          <w:bCs/>
          <w:noProof/>
        </w:rPr>
        <w:tab/>
      </w:r>
      <w:r w:rsidR="00483E0E">
        <w:rPr>
          <w:bCs/>
          <w:noProof/>
        </w:rPr>
        <w:tab/>
      </w:r>
      <w:r w:rsidR="00483E0E">
        <w:rPr>
          <w:bCs/>
          <w:noProof/>
        </w:rPr>
        <w:tab/>
      </w:r>
      <w:r w:rsidR="00483E0E">
        <w:rPr>
          <w:bCs/>
          <w:noProof/>
        </w:rPr>
        <w:tab/>
      </w:r>
      <w:r w:rsidR="00483E0E">
        <w:rPr>
          <w:bCs/>
          <w:noProof/>
        </w:rPr>
        <w:tab/>
      </w:r>
      <w:r w:rsidR="008F75BD">
        <w:rPr>
          <w:bCs/>
          <w:noProof/>
        </w:rPr>
        <w:t>Marek Metslaid</w:t>
      </w:r>
    </w:p>
    <w:p w:rsidR="00710F3F" w:rsidRDefault="000E188C" w:rsidP="00483E0E">
      <w:pPr>
        <w:rPr>
          <w:i/>
          <w:iCs/>
          <w:noProof/>
        </w:rPr>
      </w:pPr>
      <w:r>
        <w:rPr>
          <w:bCs/>
          <w:noProof/>
        </w:rPr>
        <w:t>Osakonna juhataja</w:t>
      </w:r>
      <w:r w:rsidR="00BE2347">
        <w:rPr>
          <w:bCs/>
          <w:noProof/>
        </w:rPr>
        <w:tab/>
      </w:r>
      <w:r w:rsidR="00BE2347">
        <w:rPr>
          <w:bCs/>
          <w:noProof/>
        </w:rPr>
        <w:tab/>
      </w:r>
      <w:r w:rsidR="00BE2347">
        <w:rPr>
          <w:bCs/>
          <w:noProof/>
        </w:rPr>
        <w:tab/>
      </w:r>
      <w:r w:rsidR="00BE2347">
        <w:rPr>
          <w:bCs/>
          <w:noProof/>
        </w:rPr>
        <w:tab/>
      </w:r>
      <w:r w:rsidR="007D3BE8">
        <w:rPr>
          <w:bCs/>
          <w:noProof/>
        </w:rPr>
        <w:t>D</w:t>
      </w:r>
      <w:r w:rsidR="00483E0E">
        <w:rPr>
          <w:bCs/>
          <w:noProof/>
        </w:rPr>
        <w:t>irektor</w:t>
      </w:r>
    </w:p>
    <w:sectPr w:rsidR="00710F3F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EC8" w:rsidRDefault="000C5EC8">
      <w:r>
        <w:separator/>
      </w:r>
    </w:p>
  </w:endnote>
  <w:endnote w:type="continuationSeparator" w:id="0">
    <w:p w:rsidR="000C5EC8" w:rsidRDefault="000C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37" w:rsidRDefault="009C45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37" w:rsidRDefault="009C45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37" w:rsidRDefault="009C45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EC8" w:rsidRDefault="000C5EC8">
      <w:r>
        <w:separator/>
      </w:r>
    </w:p>
  </w:footnote>
  <w:footnote w:type="continuationSeparator" w:id="0">
    <w:p w:rsidR="000C5EC8" w:rsidRDefault="000C5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37" w:rsidRDefault="009C453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03AD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37" w:rsidRDefault="009C4537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37" w:rsidRDefault="009C45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44B9"/>
    <w:multiLevelType w:val="multilevel"/>
    <w:tmpl w:val="7F6836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1637BA8"/>
    <w:multiLevelType w:val="hybridMultilevel"/>
    <w:tmpl w:val="3F3C45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A5DED"/>
    <w:multiLevelType w:val="hybridMultilevel"/>
    <w:tmpl w:val="BAE80032"/>
    <w:lvl w:ilvl="0" w:tplc="47806BC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0" w:hanging="360"/>
      </w:pPr>
    </w:lvl>
    <w:lvl w:ilvl="2" w:tplc="0425001B" w:tentative="1">
      <w:start w:val="1"/>
      <w:numFmt w:val="lowerRoman"/>
      <w:lvlText w:val="%3."/>
      <w:lvlJc w:val="right"/>
      <w:pPr>
        <w:ind w:left="2480" w:hanging="180"/>
      </w:pPr>
    </w:lvl>
    <w:lvl w:ilvl="3" w:tplc="0425000F" w:tentative="1">
      <w:start w:val="1"/>
      <w:numFmt w:val="decimal"/>
      <w:lvlText w:val="%4."/>
      <w:lvlJc w:val="left"/>
      <w:pPr>
        <w:ind w:left="3200" w:hanging="360"/>
      </w:pPr>
    </w:lvl>
    <w:lvl w:ilvl="4" w:tplc="04250019" w:tentative="1">
      <w:start w:val="1"/>
      <w:numFmt w:val="lowerLetter"/>
      <w:lvlText w:val="%5."/>
      <w:lvlJc w:val="left"/>
      <w:pPr>
        <w:ind w:left="3920" w:hanging="360"/>
      </w:pPr>
    </w:lvl>
    <w:lvl w:ilvl="5" w:tplc="0425001B" w:tentative="1">
      <w:start w:val="1"/>
      <w:numFmt w:val="lowerRoman"/>
      <w:lvlText w:val="%6."/>
      <w:lvlJc w:val="right"/>
      <w:pPr>
        <w:ind w:left="4640" w:hanging="180"/>
      </w:pPr>
    </w:lvl>
    <w:lvl w:ilvl="6" w:tplc="0425000F" w:tentative="1">
      <w:start w:val="1"/>
      <w:numFmt w:val="decimal"/>
      <w:lvlText w:val="%7."/>
      <w:lvlJc w:val="left"/>
      <w:pPr>
        <w:ind w:left="5360" w:hanging="360"/>
      </w:pPr>
    </w:lvl>
    <w:lvl w:ilvl="7" w:tplc="04250019" w:tentative="1">
      <w:start w:val="1"/>
      <w:numFmt w:val="lowerLetter"/>
      <w:lvlText w:val="%8."/>
      <w:lvlJc w:val="left"/>
      <w:pPr>
        <w:ind w:left="6080" w:hanging="360"/>
      </w:pPr>
    </w:lvl>
    <w:lvl w:ilvl="8" w:tplc="042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25771025"/>
    <w:multiLevelType w:val="hybridMultilevel"/>
    <w:tmpl w:val="08248BB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4D1DF8"/>
    <w:multiLevelType w:val="hybridMultilevel"/>
    <w:tmpl w:val="DF623142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64FF65E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DC9080B"/>
    <w:multiLevelType w:val="hybridMultilevel"/>
    <w:tmpl w:val="7EEC8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37800"/>
    <w:multiLevelType w:val="hybridMultilevel"/>
    <w:tmpl w:val="BC00F5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A3894"/>
    <w:multiLevelType w:val="hybridMultilevel"/>
    <w:tmpl w:val="64020858"/>
    <w:lvl w:ilvl="0" w:tplc="042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DB1"/>
    <w:rsid w:val="0002175E"/>
    <w:rsid w:val="00024DD3"/>
    <w:rsid w:val="00030F5B"/>
    <w:rsid w:val="00037B0E"/>
    <w:rsid w:val="0004522A"/>
    <w:rsid w:val="00067674"/>
    <w:rsid w:val="00081609"/>
    <w:rsid w:val="00087238"/>
    <w:rsid w:val="0009037B"/>
    <w:rsid w:val="0009791E"/>
    <w:rsid w:val="000B1DB1"/>
    <w:rsid w:val="000B6095"/>
    <w:rsid w:val="000B7C2E"/>
    <w:rsid w:val="000C4265"/>
    <w:rsid w:val="000C5EC8"/>
    <w:rsid w:val="000D37C4"/>
    <w:rsid w:val="000D5595"/>
    <w:rsid w:val="000E0940"/>
    <w:rsid w:val="000E188C"/>
    <w:rsid w:val="0011271B"/>
    <w:rsid w:val="00113078"/>
    <w:rsid w:val="001231B5"/>
    <w:rsid w:val="001353B7"/>
    <w:rsid w:val="001528E4"/>
    <w:rsid w:val="00160A82"/>
    <w:rsid w:val="00167311"/>
    <w:rsid w:val="00167B52"/>
    <w:rsid w:val="001924E0"/>
    <w:rsid w:val="0019794C"/>
    <w:rsid w:val="001B57F6"/>
    <w:rsid w:val="001C1744"/>
    <w:rsid w:val="001D378A"/>
    <w:rsid w:val="001D65EB"/>
    <w:rsid w:val="001E3E86"/>
    <w:rsid w:val="001F1AF5"/>
    <w:rsid w:val="001F58D6"/>
    <w:rsid w:val="002037BB"/>
    <w:rsid w:val="00207551"/>
    <w:rsid w:val="002131A5"/>
    <w:rsid w:val="00247E85"/>
    <w:rsid w:val="002556A4"/>
    <w:rsid w:val="00270872"/>
    <w:rsid w:val="00290B7B"/>
    <w:rsid w:val="0029452A"/>
    <w:rsid w:val="002B5AA3"/>
    <w:rsid w:val="002D11A0"/>
    <w:rsid w:val="002D5F9E"/>
    <w:rsid w:val="002D6C61"/>
    <w:rsid w:val="002E5BAA"/>
    <w:rsid w:val="00300226"/>
    <w:rsid w:val="00305FE2"/>
    <w:rsid w:val="003066C3"/>
    <w:rsid w:val="003243A6"/>
    <w:rsid w:val="00360627"/>
    <w:rsid w:val="00374AF2"/>
    <w:rsid w:val="0039164F"/>
    <w:rsid w:val="00393BF8"/>
    <w:rsid w:val="003B3B57"/>
    <w:rsid w:val="003D6FDE"/>
    <w:rsid w:val="003E12EB"/>
    <w:rsid w:val="003F4510"/>
    <w:rsid w:val="00403AD2"/>
    <w:rsid w:val="00422479"/>
    <w:rsid w:val="0043334D"/>
    <w:rsid w:val="0045206A"/>
    <w:rsid w:val="0046343E"/>
    <w:rsid w:val="004701A4"/>
    <w:rsid w:val="0047283D"/>
    <w:rsid w:val="00476EAF"/>
    <w:rsid w:val="00483E0E"/>
    <w:rsid w:val="004A3335"/>
    <w:rsid w:val="004A651B"/>
    <w:rsid w:val="004A7139"/>
    <w:rsid w:val="004B3C64"/>
    <w:rsid w:val="004C31B0"/>
    <w:rsid w:val="004C354A"/>
    <w:rsid w:val="004C6D35"/>
    <w:rsid w:val="004D6A17"/>
    <w:rsid w:val="004D7333"/>
    <w:rsid w:val="004F4507"/>
    <w:rsid w:val="00500FC3"/>
    <w:rsid w:val="00503816"/>
    <w:rsid w:val="0051495D"/>
    <w:rsid w:val="005624C1"/>
    <w:rsid w:val="0056453E"/>
    <w:rsid w:val="005664F9"/>
    <w:rsid w:val="00575E9F"/>
    <w:rsid w:val="00580F13"/>
    <w:rsid w:val="0058789C"/>
    <w:rsid w:val="005A32FA"/>
    <w:rsid w:val="005B34DC"/>
    <w:rsid w:val="005C0C07"/>
    <w:rsid w:val="005D276A"/>
    <w:rsid w:val="005D2A0A"/>
    <w:rsid w:val="005F4136"/>
    <w:rsid w:val="00614869"/>
    <w:rsid w:val="00616081"/>
    <w:rsid w:val="006208EE"/>
    <w:rsid w:val="00635047"/>
    <w:rsid w:val="00640772"/>
    <w:rsid w:val="00640AE9"/>
    <w:rsid w:val="0064382F"/>
    <w:rsid w:val="00666786"/>
    <w:rsid w:val="00677841"/>
    <w:rsid w:val="00683FF9"/>
    <w:rsid w:val="00693FD9"/>
    <w:rsid w:val="006A71C3"/>
    <w:rsid w:val="006C5330"/>
    <w:rsid w:val="006C71B1"/>
    <w:rsid w:val="006D61E5"/>
    <w:rsid w:val="006D6FAE"/>
    <w:rsid w:val="00710F3F"/>
    <w:rsid w:val="00741216"/>
    <w:rsid w:val="0078645D"/>
    <w:rsid w:val="007971F4"/>
    <w:rsid w:val="007972AE"/>
    <w:rsid w:val="007B3256"/>
    <w:rsid w:val="007B3EA9"/>
    <w:rsid w:val="007C36EC"/>
    <w:rsid w:val="007D1729"/>
    <w:rsid w:val="007D3BE8"/>
    <w:rsid w:val="007D753A"/>
    <w:rsid w:val="007F3BB0"/>
    <w:rsid w:val="007F400D"/>
    <w:rsid w:val="00810864"/>
    <w:rsid w:val="008153F5"/>
    <w:rsid w:val="0081545B"/>
    <w:rsid w:val="008175BD"/>
    <w:rsid w:val="00827259"/>
    <w:rsid w:val="0085364C"/>
    <w:rsid w:val="0085619A"/>
    <w:rsid w:val="00856C36"/>
    <w:rsid w:val="0085731E"/>
    <w:rsid w:val="00860CC6"/>
    <w:rsid w:val="00871D99"/>
    <w:rsid w:val="00876B5E"/>
    <w:rsid w:val="008B151B"/>
    <w:rsid w:val="008F75BD"/>
    <w:rsid w:val="00910FD2"/>
    <w:rsid w:val="00917E47"/>
    <w:rsid w:val="0092123E"/>
    <w:rsid w:val="00923F7C"/>
    <w:rsid w:val="0093135D"/>
    <w:rsid w:val="009379E1"/>
    <w:rsid w:val="00976933"/>
    <w:rsid w:val="009769BD"/>
    <w:rsid w:val="00977702"/>
    <w:rsid w:val="009A351C"/>
    <w:rsid w:val="009A4188"/>
    <w:rsid w:val="009B569D"/>
    <w:rsid w:val="009B74E0"/>
    <w:rsid w:val="009C4537"/>
    <w:rsid w:val="009F6F70"/>
    <w:rsid w:val="00A159EA"/>
    <w:rsid w:val="00A4694F"/>
    <w:rsid w:val="00A4739E"/>
    <w:rsid w:val="00A52D1D"/>
    <w:rsid w:val="00A6563B"/>
    <w:rsid w:val="00A9666C"/>
    <w:rsid w:val="00AC3759"/>
    <w:rsid w:val="00B03ADA"/>
    <w:rsid w:val="00B05040"/>
    <w:rsid w:val="00B259C3"/>
    <w:rsid w:val="00B341F0"/>
    <w:rsid w:val="00B34A51"/>
    <w:rsid w:val="00B4651D"/>
    <w:rsid w:val="00B466FC"/>
    <w:rsid w:val="00B5348A"/>
    <w:rsid w:val="00B53E5C"/>
    <w:rsid w:val="00B6103F"/>
    <w:rsid w:val="00B620E6"/>
    <w:rsid w:val="00B65733"/>
    <w:rsid w:val="00B71B0E"/>
    <w:rsid w:val="00B727B2"/>
    <w:rsid w:val="00B82108"/>
    <w:rsid w:val="00B90CB2"/>
    <w:rsid w:val="00B9221C"/>
    <w:rsid w:val="00B93333"/>
    <w:rsid w:val="00B976ED"/>
    <w:rsid w:val="00BA47C2"/>
    <w:rsid w:val="00BB1FB4"/>
    <w:rsid w:val="00BB6EA4"/>
    <w:rsid w:val="00BD0273"/>
    <w:rsid w:val="00BD36F5"/>
    <w:rsid w:val="00BD648A"/>
    <w:rsid w:val="00BD6A58"/>
    <w:rsid w:val="00BE2347"/>
    <w:rsid w:val="00BF353A"/>
    <w:rsid w:val="00C01F1F"/>
    <w:rsid w:val="00C03E7D"/>
    <w:rsid w:val="00C055AA"/>
    <w:rsid w:val="00C23F7D"/>
    <w:rsid w:val="00C32AE4"/>
    <w:rsid w:val="00C33C6A"/>
    <w:rsid w:val="00C40B5A"/>
    <w:rsid w:val="00C419DF"/>
    <w:rsid w:val="00C43FDD"/>
    <w:rsid w:val="00C5398B"/>
    <w:rsid w:val="00C70A2E"/>
    <w:rsid w:val="00C81578"/>
    <w:rsid w:val="00C84F6D"/>
    <w:rsid w:val="00C867B7"/>
    <w:rsid w:val="00C8724C"/>
    <w:rsid w:val="00CB1556"/>
    <w:rsid w:val="00CB4462"/>
    <w:rsid w:val="00CC14A5"/>
    <w:rsid w:val="00CC74B8"/>
    <w:rsid w:val="00CF2A65"/>
    <w:rsid w:val="00D04119"/>
    <w:rsid w:val="00D05811"/>
    <w:rsid w:val="00D22258"/>
    <w:rsid w:val="00D34D98"/>
    <w:rsid w:val="00D36075"/>
    <w:rsid w:val="00D63008"/>
    <w:rsid w:val="00D76124"/>
    <w:rsid w:val="00D814F5"/>
    <w:rsid w:val="00D914EE"/>
    <w:rsid w:val="00D95CBC"/>
    <w:rsid w:val="00DA0EEC"/>
    <w:rsid w:val="00DC2F8F"/>
    <w:rsid w:val="00DC6101"/>
    <w:rsid w:val="00DD081F"/>
    <w:rsid w:val="00E03B9B"/>
    <w:rsid w:val="00E03E11"/>
    <w:rsid w:val="00E05CC4"/>
    <w:rsid w:val="00E06043"/>
    <w:rsid w:val="00E17EEB"/>
    <w:rsid w:val="00E6175F"/>
    <w:rsid w:val="00E83343"/>
    <w:rsid w:val="00E8633B"/>
    <w:rsid w:val="00E96AF5"/>
    <w:rsid w:val="00EB148D"/>
    <w:rsid w:val="00EB22DA"/>
    <w:rsid w:val="00EB3335"/>
    <w:rsid w:val="00EC5C87"/>
    <w:rsid w:val="00EF2881"/>
    <w:rsid w:val="00F033EB"/>
    <w:rsid w:val="00F12CE7"/>
    <w:rsid w:val="00F17DA9"/>
    <w:rsid w:val="00F27261"/>
    <w:rsid w:val="00F41051"/>
    <w:rsid w:val="00F46BA5"/>
    <w:rsid w:val="00F56FC2"/>
    <w:rsid w:val="00F73285"/>
    <w:rsid w:val="00F73A87"/>
    <w:rsid w:val="00F9449E"/>
    <w:rsid w:val="00FA4C08"/>
    <w:rsid w:val="00FA649F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F0A659"/>
  <w15:docId w15:val="{0540DBC9-E1BD-4B22-A3BE-14A71F2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istParagraph">
    <w:name w:val="List Paragraph"/>
    <w:basedOn w:val="Normal"/>
    <w:uiPriority w:val="34"/>
    <w:qFormat/>
    <w:rsid w:val="00483E0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B3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3B57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8724C"/>
    <w:rPr>
      <w:rFonts w:ascii="Calibri" w:eastAsiaTheme="minorHAnsi" w:hAnsi="Calibri" w:cstheme="minorBidi"/>
      <w:spacing w:val="0"/>
      <w:position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8724C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vi\AppData\Local\Microsoft\Windows\Temporary%20Internet%20Files\Content.IE5\5YF62H9W\akt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9EEDC-1A60-4DBA-A921-6D1825BD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</Template>
  <TotalTime>10</TotalTime>
  <Pages>1</Pages>
  <Words>177</Words>
  <Characters>1029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Aivo Vares</cp:lastModifiedBy>
  <cp:revision>9</cp:revision>
  <cp:lastPrinted>2017-10-31T13:05:00Z</cp:lastPrinted>
  <dcterms:created xsi:type="dcterms:W3CDTF">2022-12-13T09:06:00Z</dcterms:created>
  <dcterms:modified xsi:type="dcterms:W3CDTF">2022-12-13T09:34:00Z</dcterms:modified>
</cp:coreProperties>
</file>